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E2CB64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FB11C5">
        <w:rPr>
          <w:b/>
          <w:color w:val="FF5200" w:themeColor="accent2"/>
          <w:sz w:val="36"/>
          <w:szCs w:val="36"/>
        </w:rPr>
        <w:t>„</w:t>
      </w:r>
      <w:r w:rsidR="00DA0B67" w:rsidRPr="00855ED1">
        <w:rPr>
          <w:b/>
          <w:color w:val="FF5200" w:themeColor="accent2"/>
          <w:sz w:val="36"/>
          <w:szCs w:val="36"/>
        </w:rPr>
        <w:t xml:space="preserve">Cyklická obnova trakčního vedení v ŽST Nymburk seřaďovací nádraží – </w:t>
      </w:r>
      <w:r w:rsidR="00DA0B67" w:rsidRPr="003719F9">
        <w:rPr>
          <w:b/>
          <w:color w:val="FF5200" w:themeColor="accent2"/>
          <w:sz w:val="36"/>
          <w:szCs w:val="36"/>
        </w:rPr>
        <w:t>Odbočka Babín (mimo) – TDS</w:t>
      </w:r>
      <w:r w:rsidR="00FB11C5">
        <w:rPr>
          <w:b/>
          <w:color w:val="FF5200" w:themeColor="accent2"/>
          <w:sz w:val="36"/>
          <w:szCs w:val="36"/>
        </w:rPr>
        <w:t>“</w:t>
      </w:r>
      <w:r w:rsidR="000128D4" w:rsidRPr="003719F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719F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004D1" w:rsidRPr="003719F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4536</w:t>
      </w:r>
      <w:r w:rsidR="004004D1" w:rsidRPr="004004D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/2025-SŽ-OŘ PHA-OVZ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981CA2">
          <w:pPr>
            <w:pStyle w:val="Obsah2"/>
          </w:pPr>
          <w:r>
            <w:t>Obsah</w:t>
          </w:r>
        </w:p>
        <w:p w14:paraId="57195292" w14:textId="490DBF20" w:rsidR="004F77EC" w:rsidRDefault="00A93A74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9648159" w:history="1">
            <w:r w:rsidR="004F77EC" w:rsidRPr="005C4EC3">
              <w:rPr>
                <w:rStyle w:val="Hypertextovodkaz"/>
                <w:noProof/>
              </w:rPr>
              <w:t>Kapitola 1.</w:t>
            </w:r>
            <w:r w:rsidR="004F77E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F77EC" w:rsidRPr="005C4EC3">
              <w:rPr>
                <w:rStyle w:val="Hypertextovodkaz"/>
                <w:noProof/>
              </w:rPr>
              <w:t>Základní údaje k nabídce</w:t>
            </w:r>
            <w:r w:rsidR="004F77EC">
              <w:rPr>
                <w:noProof/>
                <w:webHidden/>
              </w:rPr>
              <w:tab/>
            </w:r>
            <w:r w:rsidR="004F77EC">
              <w:rPr>
                <w:noProof/>
                <w:webHidden/>
              </w:rPr>
              <w:fldChar w:fldCharType="begin"/>
            </w:r>
            <w:r w:rsidR="004F77EC">
              <w:rPr>
                <w:noProof/>
                <w:webHidden/>
              </w:rPr>
              <w:instrText xml:space="preserve"> PAGEREF _Toc189648159 \h </w:instrText>
            </w:r>
            <w:r w:rsidR="004F77EC">
              <w:rPr>
                <w:noProof/>
                <w:webHidden/>
              </w:rPr>
            </w:r>
            <w:r w:rsidR="004F77EC">
              <w:rPr>
                <w:noProof/>
                <w:webHidden/>
              </w:rPr>
              <w:fldChar w:fldCharType="separate"/>
            </w:r>
            <w:r w:rsidR="00981CA2">
              <w:rPr>
                <w:noProof/>
                <w:webHidden/>
              </w:rPr>
              <w:t>2</w:t>
            </w:r>
            <w:r w:rsidR="004F77EC">
              <w:rPr>
                <w:noProof/>
                <w:webHidden/>
              </w:rPr>
              <w:fldChar w:fldCharType="end"/>
            </w:r>
          </w:hyperlink>
        </w:p>
        <w:p w14:paraId="018191D8" w14:textId="120D0C52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0" w:history="1">
            <w:r w:rsidRPr="005C4EC3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Rozpis položek Odměny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CA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C4C709" w14:textId="69E7A1FA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1" w:history="1">
            <w:r w:rsidRPr="005C4EC3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CA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148D9F" w14:textId="409C694D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2" w:history="1">
            <w:r w:rsidRPr="005C4EC3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CA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89DA89" w14:textId="1DFEDA60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3" w:history="1">
            <w:r w:rsidRPr="005C4EC3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CA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1A871" w14:textId="77103B96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4" w:history="1">
            <w:r w:rsidRPr="005C4EC3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Čestné</w:t>
            </w:r>
            <w:r w:rsidRPr="005C4EC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981CA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CA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7B565" w14:textId="36C151B6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5" w:history="1">
            <w:r w:rsidRPr="005C4EC3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CA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F69BF7" w14:textId="0ED85403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6" w:history="1">
            <w:r w:rsidRPr="005C4EC3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81CA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ACA160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52616B46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964815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352A92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352A92">
        <w:rPr>
          <w:rStyle w:val="Siln"/>
          <w:highlight w:val="yellow"/>
        </w:rPr>
        <w:t>jméno osoby/název firmy</w:t>
      </w:r>
    </w:p>
    <w:p w14:paraId="7DF6B56F" w14:textId="4290EF5B" w:rsidR="008B1A2C" w:rsidRPr="00352A92" w:rsidRDefault="008B1A2C" w:rsidP="00471B29">
      <w:pPr>
        <w:pStyle w:val="Identifikace"/>
        <w:rPr>
          <w:highlight w:val="yellow"/>
        </w:rPr>
      </w:pPr>
      <w:r w:rsidRPr="00352A92">
        <w:rPr>
          <w:highlight w:val="yellow"/>
        </w:rPr>
        <w:t>Sídlo:</w:t>
      </w:r>
    </w:p>
    <w:p w14:paraId="7C9B70B6" w14:textId="4D3B4D0D" w:rsidR="008B1A2C" w:rsidRPr="00352A92" w:rsidRDefault="008B1A2C" w:rsidP="00471B29">
      <w:pPr>
        <w:pStyle w:val="Identifikace"/>
        <w:rPr>
          <w:highlight w:val="yellow"/>
        </w:rPr>
      </w:pPr>
      <w:r w:rsidRPr="00352A92">
        <w:rPr>
          <w:highlight w:val="yellow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352A92">
        <w:rPr>
          <w:highlight w:val="yellow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352A92">
        <w:rPr>
          <w:highlight w:val="yellow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352A92">
        <w:rPr>
          <w:highlight w:val="yellow"/>
        </w:rPr>
        <w:t>xxxxxxxxxxxxxx</w:t>
      </w:r>
    </w:p>
    <w:p w14:paraId="0191CDFC" w14:textId="486F0855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F0841">
        <w:rPr>
          <w:rFonts w:eastAsia="Times New Roman" w:cs="Times New Roman"/>
          <w:lang w:eastAsia="cs-CZ"/>
        </w:rPr>
        <w:t>podlimitní sektorovou veřejnou zakázku</w:t>
      </w:r>
      <w:r w:rsidRPr="001F0841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2C1A5CE0" w:rsidR="008B1A2C" w:rsidRPr="00471B29" w:rsidRDefault="008B1A2C" w:rsidP="00FA5E88">
      <w:pPr>
        <w:rPr>
          <w:rStyle w:val="Siln"/>
        </w:rPr>
      </w:pP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973F6F3" w14:textId="45CCB2ED" w:rsidR="00086B78" w:rsidRDefault="00086B78" w:rsidP="00A134A1">
      <w:pPr>
        <w:tabs>
          <w:tab w:val="left" w:pos="7125"/>
        </w:tabs>
        <w:spacing w:before="240"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16D59F84" w:rsidR="00996617" w:rsidRDefault="00996617" w:rsidP="00996617">
      <w:pPr>
        <w:tabs>
          <w:tab w:val="left" w:pos="7125"/>
        </w:tabs>
        <w:spacing w:after="0"/>
      </w:pP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58F90BAF" w:rsidR="00633D9C" w:rsidRDefault="00633D9C" w:rsidP="00E85D44">
      <w:pPr>
        <w:tabs>
          <w:tab w:val="left" w:pos="7125"/>
        </w:tabs>
      </w:pPr>
      <w:r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2F3D82C7" w:rsidR="00B66A3E" w:rsidRDefault="0096159D" w:rsidP="00471B29">
      <w:pPr>
        <w:pStyle w:val="Nadpis2"/>
      </w:pPr>
      <w:bookmarkStart w:id="1" w:name="_Toc189648160"/>
      <w:r>
        <w:lastRenderedPageBreak/>
        <w:t>Rozpis položek Odměny</w:t>
      </w:r>
      <w:bookmarkEnd w:id="1"/>
    </w:p>
    <w:p w14:paraId="3E5E9B0F" w14:textId="1FCD7176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</w:t>
      </w:r>
      <w:r w:rsidRPr="001F0841">
        <w:rPr>
          <w:rStyle w:val="Siln"/>
          <w:b w:val="0"/>
          <w:bCs w:val="0"/>
        </w:rPr>
        <w:t xml:space="preserve">č. </w:t>
      </w:r>
      <w:r w:rsidR="00981C08" w:rsidRPr="001F0841">
        <w:rPr>
          <w:rStyle w:val="Siln"/>
          <w:b w:val="0"/>
          <w:bCs w:val="0"/>
        </w:rPr>
        <w:t>3 Závazného</w:t>
      </w:r>
      <w:r w:rsidRPr="001F0841">
        <w:rPr>
          <w:rStyle w:val="Siln"/>
          <w:b w:val="0"/>
          <w:bCs w:val="0"/>
        </w:rPr>
        <w:t xml:space="preserve"> vzoru smlouvy</w:t>
      </w:r>
      <w:r w:rsidR="00981C08" w:rsidRPr="001F0841">
        <w:rPr>
          <w:rStyle w:val="Siln"/>
          <w:b w:val="0"/>
          <w:bCs w:val="0"/>
        </w:rPr>
        <w:t>, který je přílohou</w:t>
      </w:r>
      <w:r w:rsidRPr="001F0841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964816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964816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964816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2F4755">
      <w:pPr>
        <w:pStyle w:val="Nadpis2"/>
        <w:jc w:val="both"/>
        <w:rPr>
          <w:rFonts w:eastAsia="Times New Roman"/>
        </w:rPr>
      </w:pPr>
      <w:r>
        <w:br w:type="page"/>
      </w:r>
      <w:bookmarkStart w:id="5" w:name="_Toc18964816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1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8F2F62" w:rsidRDefault="00E85D44" w:rsidP="00E85D44">
      <w:pPr>
        <w:pStyle w:val="Nadpis2"/>
      </w:pPr>
      <w:bookmarkStart w:id="6" w:name="_Toc189648165"/>
      <w:r w:rsidRPr="00E85D44">
        <w:t xml:space="preserve">Čestné prohlášení o splnění technické </w:t>
      </w:r>
      <w:r w:rsidRPr="008F2F62">
        <w:t>kvalifikace</w:t>
      </w:r>
      <w:bookmarkEnd w:id="6"/>
    </w:p>
    <w:p w14:paraId="71002640" w14:textId="5B11708C" w:rsidR="00E85D44" w:rsidRDefault="006E73DC" w:rsidP="00471B29">
      <w:pPr>
        <w:rPr>
          <w:lang w:eastAsia="cs-CZ"/>
        </w:rPr>
      </w:pPr>
      <w:r w:rsidRPr="008F2F62">
        <w:rPr>
          <w:lang w:eastAsia="cs-CZ"/>
        </w:rPr>
        <w:t>Účastník</w:t>
      </w:r>
      <w:r w:rsidR="000128D4" w:rsidRPr="008F2F62">
        <w:rPr>
          <w:lang w:eastAsia="cs-CZ"/>
        </w:rPr>
        <w:t xml:space="preserve">, </w:t>
      </w:r>
      <w:r w:rsidR="00E85D44" w:rsidRPr="008F2F62">
        <w:rPr>
          <w:lang w:eastAsia="cs-CZ"/>
        </w:rPr>
        <w:t xml:space="preserve">který podává </w:t>
      </w:r>
      <w:r w:rsidR="000128D4" w:rsidRPr="008F2F62">
        <w:rPr>
          <w:lang w:eastAsia="cs-CZ"/>
        </w:rPr>
        <w:t xml:space="preserve">tuto </w:t>
      </w:r>
      <w:r w:rsidR="00E85D44" w:rsidRPr="008F2F62">
        <w:rPr>
          <w:lang w:eastAsia="cs-CZ"/>
        </w:rPr>
        <w:t>nabídku, tímto čestně prohlašuje, že za poslední</w:t>
      </w:r>
      <w:r w:rsidR="00541261">
        <w:rPr>
          <w:lang w:eastAsia="cs-CZ"/>
        </w:rPr>
        <w:t>ch 5</w:t>
      </w:r>
      <w:r w:rsidR="00E85D44" w:rsidRPr="008F2F62">
        <w:rPr>
          <w:lang w:eastAsia="cs-CZ"/>
        </w:rPr>
        <w:t xml:space="preserve"> </w:t>
      </w:r>
      <w:r w:rsidR="00541261">
        <w:rPr>
          <w:lang w:eastAsia="cs-CZ"/>
        </w:rPr>
        <w:t>let</w:t>
      </w:r>
      <w:r w:rsidR="00E85D44" w:rsidRPr="008F2F62">
        <w:rPr>
          <w:lang w:eastAsia="cs-CZ"/>
        </w:rPr>
        <w:t xml:space="preserve"> před zahájením </w:t>
      </w:r>
      <w:r w:rsidR="00A63D48" w:rsidRPr="008F2F62">
        <w:rPr>
          <w:lang w:eastAsia="cs-CZ"/>
        </w:rPr>
        <w:t xml:space="preserve">výběrového </w:t>
      </w:r>
      <w:r w:rsidR="00E85D44" w:rsidRPr="008F2F62">
        <w:rPr>
          <w:lang w:eastAsia="cs-CZ"/>
        </w:rPr>
        <w:t xml:space="preserve">řízení poskytoval alespoň </w:t>
      </w:r>
      <w:r w:rsidR="008F2F62" w:rsidRPr="008F2F62">
        <w:rPr>
          <w:lang w:eastAsia="cs-CZ"/>
        </w:rPr>
        <w:t>1</w:t>
      </w:r>
      <w:r w:rsidR="00E85D44" w:rsidRPr="008F2F62">
        <w:rPr>
          <w:lang w:eastAsia="cs-CZ"/>
        </w:rPr>
        <w:t xml:space="preserve"> významn</w:t>
      </w:r>
      <w:r w:rsidR="008F2F62" w:rsidRPr="008F2F62">
        <w:rPr>
          <w:lang w:eastAsia="cs-CZ"/>
        </w:rPr>
        <w:t xml:space="preserve">ou službu </w:t>
      </w:r>
      <w:r w:rsidR="00E85D44" w:rsidRPr="008F2F62">
        <w:rPr>
          <w:lang w:eastAsia="cs-CZ"/>
        </w:rPr>
        <w:t>definovan</w:t>
      </w:r>
      <w:r w:rsidR="008F2F62" w:rsidRPr="008F2F62">
        <w:rPr>
          <w:lang w:eastAsia="cs-CZ"/>
        </w:rPr>
        <w:t>ou</w:t>
      </w:r>
      <w:r w:rsidR="00E85D44" w:rsidRPr="008F2F62">
        <w:rPr>
          <w:lang w:eastAsia="cs-CZ"/>
        </w:rPr>
        <w:t xml:space="preserve"> v čl. </w:t>
      </w:r>
      <w:r w:rsidR="008F2F62" w:rsidRPr="008F2F62">
        <w:rPr>
          <w:lang w:eastAsia="cs-CZ"/>
        </w:rPr>
        <w:t>9.5.2</w:t>
      </w:r>
      <w:r w:rsidR="00AE1A32">
        <w:rPr>
          <w:lang w:eastAsia="cs-CZ"/>
        </w:rPr>
        <w:t xml:space="preserve"> </w:t>
      </w:r>
      <w:r w:rsidR="008F2F62" w:rsidRPr="008F2F62">
        <w:rPr>
          <w:lang w:eastAsia="cs-CZ"/>
        </w:rPr>
        <w:t>písm. b)</w:t>
      </w:r>
      <w:r w:rsidR="00E85D44" w:rsidRPr="008F2F62">
        <w:rPr>
          <w:lang w:eastAsia="cs-CZ"/>
        </w:rPr>
        <w:t xml:space="preserve"> </w:t>
      </w:r>
      <w:r w:rsidR="00B87D91" w:rsidRPr="008F2F62">
        <w:rPr>
          <w:lang w:eastAsia="cs-CZ"/>
        </w:rPr>
        <w:t>V</w:t>
      </w:r>
      <w:r w:rsidR="00E85D44" w:rsidRPr="008F2F62">
        <w:rPr>
          <w:lang w:eastAsia="cs-CZ"/>
        </w:rPr>
        <w:t xml:space="preserve">ýzvy k podání nabídky v hodnotě </w:t>
      </w:r>
      <w:r w:rsidR="008F2F62" w:rsidRPr="008F2F62">
        <w:rPr>
          <w:lang w:eastAsia="cs-CZ"/>
        </w:rPr>
        <w:t>10 000 000</w:t>
      </w:r>
      <w:r w:rsidR="00E85D44" w:rsidRPr="008F2F62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32279DB" w:rsidR="00E85D44" w:rsidRPr="008F2F62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F2F62">
              <w:rPr>
                <w:rStyle w:val="Siln"/>
              </w:rPr>
              <w:t>Objednatel služby</w:t>
            </w:r>
            <w:r w:rsidRPr="008F2F62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20F9BEB4" w:rsidR="00E85D44" w:rsidRPr="008F2F62" w:rsidRDefault="00E85D44" w:rsidP="00AE1A32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8F2F62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FEF7FC6" w:rsidR="00E85D44" w:rsidRPr="008F2F62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8F2F62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Pr="008F2F62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1D1EF0F" w:rsidR="00E85D44" w:rsidRPr="008F2F62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8F2F62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E1A32">
            <w:pPr>
              <w:suppressAutoHyphens/>
              <w:spacing w:line="216" w:lineRule="auto"/>
              <w:jc w:val="left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6CAF342C" w:rsidR="00E85D44" w:rsidRDefault="00E85D44" w:rsidP="00AE1A32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541261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80E0F" w14:paraId="6A849D4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B6122A6" w14:textId="77777777" w:rsidR="00F80E0F" w:rsidRDefault="00F80E0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787AF86B" w14:textId="77777777" w:rsidR="00F80E0F" w:rsidRDefault="00F80E0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09910F7" w14:textId="77777777" w:rsidR="00F80E0F" w:rsidRDefault="00F80E0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CA361" w14:textId="77777777" w:rsidR="00F80E0F" w:rsidRDefault="00F80E0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89648166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092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175209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175209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352A92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175209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092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12BF7AFB" w:rsidR="00F44645" w:rsidRPr="00175209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175209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  <w:shd w:val="clear" w:color="auto" w:fill="auto"/>
          </w:tcPr>
          <w:p w14:paraId="1B4FBCB8" w14:textId="388BDC86" w:rsidR="00F44645" w:rsidRPr="00352A92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0925DD" w14:paraId="030DEE8B" w14:textId="77777777" w:rsidTr="00092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60650454" w:rsidR="000925DD" w:rsidRPr="00175209" w:rsidRDefault="000925DD" w:rsidP="000925D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175209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4E57380B" w14:textId="6897C4CA" w:rsidR="000925DD" w:rsidRPr="00352A92" w:rsidRDefault="000925DD" w:rsidP="000925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0925DD" w14:paraId="274AC354" w14:textId="77777777" w:rsidTr="00092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0925DD" w:rsidRPr="00352A92" w:rsidRDefault="000925DD" w:rsidP="000925DD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175209">
              <w:rPr>
                <w:rFonts w:eastAsia="Times New Roman" w:cs="Times New Roman"/>
                <w:highlight w:val="yellow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  <w:tr w:rsidR="000925DD" w14:paraId="4057DA1D" w14:textId="77777777" w:rsidTr="00092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0925DD" w:rsidRDefault="000925DD" w:rsidP="000925D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F44645" w:rsidRDefault="00F44645" w:rsidP="00471B29">
      <w:pPr>
        <w:rPr>
          <w:highlight w:val="yellow"/>
          <w:lang w:eastAsia="cs-CZ"/>
        </w:rPr>
      </w:pPr>
      <w:r w:rsidRPr="00F44645">
        <w:rPr>
          <w:highlight w:val="yellow"/>
          <w:lang w:eastAsia="cs-CZ"/>
        </w:rPr>
        <w:t>Přílohy:</w:t>
      </w:r>
    </w:p>
    <w:p w14:paraId="23E77F5D" w14:textId="0B587076" w:rsidR="00F44645" w:rsidRPr="00F44645" w:rsidRDefault="00F44645" w:rsidP="00471B29">
      <w:pPr>
        <w:rPr>
          <w:highlight w:val="yellow"/>
          <w:lang w:eastAsia="cs-CZ"/>
        </w:rPr>
      </w:pPr>
      <w:r w:rsidRPr="00F44645">
        <w:rPr>
          <w:highlight w:val="yellow"/>
          <w:lang w:eastAsia="cs-CZ"/>
        </w:rPr>
        <w:t>Životopis Název funkce</w:t>
      </w:r>
    </w:p>
    <w:p w14:paraId="6A00F7AE" w14:textId="5B912051" w:rsidR="00E666DF" w:rsidRDefault="00E666DF" w:rsidP="0027438E">
      <w:pPr>
        <w:rPr>
          <w:lang w:eastAsia="cs-CZ"/>
        </w:rPr>
      </w:pP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Pr="008D137C" w:rsidRDefault="002126E7" w:rsidP="00A134A1">
      <w:pPr>
        <w:spacing w:before="1200"/>
        <w:rPr>
          <w:highlight w:val="yellow"/>
          <w:lang w:eastAsia="cs-CZ"/>
        </w:rPr>
      </w:pPr>
      <w:r w:rsidRPr="008D137C">
        <w:rPr>
          <w:highlight w:val="yellow"/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8D137C" w:rsidRDefault="002126E7" w:rsidP="00A134A1">
      <w:pPr>
        <w:spacing w:before="360"/>
        <w:rPr>
          <w:highlight w:val="yellow"/>
        </w:rPr>
      </w:pPr>
      <w:r w:rsidRPr="008D137C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D137C">
        <w:rPr>
          <w:highlight w:val="yellow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4648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1819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C52C1B3" w14:textId="77777777" w:rsidR="001F0841" w:rsidRPr="001F0841" w:rsidRDefault="001F0841" w:rsidP="001F0841">
          <w:pPr>
            <w:pStyle w:val="Zpat"/>
            <w:spacing w:before="0"/>
            <w:rPr>
              <w:b/>
              <w:bCs/>
            </w:rPr>
          </w:pPr>
          <w:r w:rsidRPr="001F0841">
            <w:rPr>
              <w:b/>
              <w:bCs/>
            </w:rPr>
            <w:t>Oblastní ředitelství Praha</w:t>
          </w:r>
        </w:p>
        <w:p w14:paraId="4DDDC85E" w14:textId="77777777" w:rsidR="001F0841" w:rsidRPr="001F0841" w:rsidRDefault="001F0841" w:rsidP="001F0841">
          <w:pPr>
            <w:pStyle w:val="Zpat"/>
            <w:spacing w:before="0"/>
            <w:rPr>
              <w:b/>
              <w:bCs/>
            </w:rPr>
          </w:pPr>
          <w:r w:rsidRPr="001F0841">
            <w:rPr>
              <w:b/>
              <w:bCs/>
            </w:rPr>
            <w:t>Partyzánská 24</w:t>
          </w:r>
        </w:p>
        <w:p w14:paraId="3F9D14E1" w14:textId="505C9DE8" w:rsidR="00A327CB" w:rsidRDefault="001F0841" w:rsidP="001F0841">
          <w:pPr>
            <w:pStyle w:val="Zpat"/>
            <w:spacing w:before="0"/>
          </w:pPr>
          <w:r w:rsidRPr="001F0841">
            <w:rPr>
              <w:b/>
              <w:bCs/>
            </w:rPr>
            <w:t>170 00 Praha 7 - Holešovice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52BF9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731F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A075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05E29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922419645" name="Obrázek 9224196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25DD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75209"/>
    <w:rsid w:val="00184743"/>
    <w:rsid w:val="00186799"/>
    <w:rsid w:val="00190137"/>
    <w:rsid w:val="001926C6"/>
    <w:rsid w:val="0019785C"/>
    <w:rsid w:val="001C69A2"/>
    <w:rsid w:val="001E0266"/>
    <w:rsid w:val="001F0841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A5C8C"/>
    <w:rsid w:val="002C31BF"/>
    <w:rsid w:val="002D08B1"/>
    <w:rsid w:val="002E0CD7"/>
    <w:rsid w:val="002F4755"/>
    <w:rsid w:val="002F50CD"/>
    <w:rsid w:val="00304B06"/>
    <w:rsid w:val="0031030C"/>
    <w:rsid w:val="0031280B"/>
    <w:rsid w:val="00321D98"/>
    <w:rsid w:val="003221F2"/>
    <w:rsid w:val="00341DCF"/>
    <w:rsid w:val="00352A92"/>
    <w:rsid w:val="00354C5C"/>
    <w:rsid w:val="00357BC6"/>
    <w:rsid w:val="0036634F"/>
    <w:rsid w:val="003719F9"/>
    <w:rsid w:val="00375D95"/>
    <w:rsid w:val="003956C6"/>
    <w:rsid w:val="003B596F"/>
    <w:rsid w:val="003E2FB9"/>
    <w:rsid w:val="004004D1"/>
    <w:rsid w:val="00427650"/>
    <w:rsid w:val="00441430"/>
    <w:rsid w:val="00445E23"/>
    <w:rsid w:val="00450F07"/>
    <w:rsid w:val="00453CD3"/>
    <w:rsid w:val="00460660"/>
    <w:rsid w:val="0046067A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4F77EC"/>
    <w:rsid w:val="00500F3F"/>
    <w:rsid w:val="0051019F"/>
    <w:rsid w:val="00511AB9"/>
    <w:rsid w:val="00512183"/>
    <w:rsid w:val="00523EA7"/>
    <w:rsid w:val="005356D0"/>
    <w:rsid w:val="00541261"/>
    <w:rsid w:val="00553375"/>
    <w:rsid w:val="00557C28"/>
    <w:rsid w:val="005736B7"/>
    <w:rsid w:val="00575E5A"/>
    <w:rsid w:val="005930C5"/>
    <w:rsid w:val="005A6787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85C2C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481A"/>
    <w:rsid w:val="00766846"/>
    <w:rsid w:val="00771F45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55ED1"/>
    <w:rsid w:val="00861306"/>
    <w:rsid w:val="008659F3"/>
    <w:rsid w:val="00882189"/>
    <w:rsid w:val="00886D4B"/>
    <w:rsid w:val="00895406"/>
    <w:rsid w:val="00896114"/>
    <w:rsid w:val="008A3568"/>
    <w:rsid w:val="008B1A2C"/>
    <w:rsid w:val="008D03B9"/>
    <w:rsid w:val="008D137C"/>
    <w:rsid w:val="008F18D6"/>
    <w:rsid w:val="008F2D67"/>
    <w:rsid w:val="008F2F62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159D"/>
    <w:rsid w:val="00962258"/>
    <w:rsid w:val="009678B7"/>
    <w:rsid w:val="009771C9"/>
    <w:rsid w:val="00981C08"/>
    <w:rsid w:val="00981CA2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E1A32"/>
    <w:rsid w:val="00B15D0D"/>
    <w:rsid w:val="00B42E67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A19"/>
    <w:rsid w:val="00C15B6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04C64"/>
    <w:rsid w:val="00D11742"/>
    <w:rsid w:val="00D21061"/>
    <w:rsid w:val="00D247B3"/>
    <w:rsid w:val="00D4108E"/>
    <w:rsid w:val="00D6163D"/>
    <w:rsid w:val="00D73D46"/>
    <w:rsid w:val="00D831A3"/>
    <w:rsid w:val="00DA0B67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56A5F"/>
    <w:rsid w:val="00F659EB"/>
    <w:rsid w:val="00F76E9F"/>
    <w:rsid w:val="00F80E0F"/>
    <w:rsid w:val="00F814D9"/>
    <w:rsid w:val="00F86BA6"/>
    <w:rsid w:val="00F92C76"/>
    <w:rsid w:val="00FA5E88"/>
    <w:rsid w:val="00FB11C5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81CA2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8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142</TotalTime>
  <Pages>10</Pages>
  <Words>1279</Words>
  <Characters>7547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Měřínská Aneta</cp:lastModifiedBy>
  <cp:revision>18</cp:revision>
  <cp:lastPrinted>2023-10-05T09:40:00Z</cp:lastPrinted>
  <dcterms:created xsi:type="dcterms:W3CDTF">2024-10-15T11:39:00Z</dcterms:created>
  <dcterms:modified xsi:type="dcterms:W3CDTF">2025-02-10T07:31:00Z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